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90" w:after="0" w:line="282" w:lineRule="auto"/>
        <w:ind w:left="79" w:right="-20" w:firstLine="426"/>
        <w:jc w:val="right"/>
        <w:rPr>
          <w:rFonts w:ascii="Arial" w:hAnsi="Arial" w:cs="Arial" w:eastAsia="Arial"/>
          <w:sz w:val="25"/>
          <w:szCs w:val="25"/>
        </w:rPr>
      </w:pPr>
      <w:rPr/>
      <w:r>
        <w:rPr/>
        <w:pict>
          <v:group style="position:absolute;margin-left:110.153pt;margin-top:-2.265861pt;width:381.266pt;height:78.3514pt;mso-position-horizontal-relative:page;mso-position-vertical-relative:paragraph;z-index:-54" coordorigin="2203,-45" coordsize="7625,1567">
            <v:group style="position:absolute;left:2329;top:81;width:7373;height:301" coordorigin="2329,81" coordsize="7373,301">
              <v:shape style="position:absolute;left:2329;top:81;width:7373;height:301" coordorigin="2329,81" coordsize="7373,301" path="m2386,81l2353,82,2336,88,2330,104,2329,137,2329,325,2330,357,2336,374,2353,380,2385,381,9646,381,9678,380,9695,374,9701,358,9702,325,9702,137,9679,82,2386,81e" filled="t" fillcolor="#FFFFFF" stroked="f">
                <v:path arrowok="t"/>
                <v:fill/>
              </v:shape>
            </v:group>
            <v:group style="position:absolute;left:2329;top:419;width:7373;height:301" coordorigin="2329,419" coordsize="7373,301">
              <v:shape style="position:absolute;left:2329;top:419;width:7373;height:301" coordorigin="2329,419" coordsize="7373,301" path="m2386,419l2353,420,2336,426,2330,443,2329,475,2329,663,2330,695,2336,712,2353,719,2385,719,9646,719,9678,719,9695,712,9701,696,9702,663,9702,475,9679,420,2386,419e" filled="t" fillcolor="#FFFFFF" stroked="f">
                <v:path arrowok="t"/>
                <v:fill/>
              </v:shape>
            </v:group>
            <v:group style="position:absolute;left:2329;top:757;width:7373;height:301" coordorigin="2329,757" coordsize="7373,301">
              <v:shape style="position:absolute;left:2329;top:757;width:7373;height:301" coordorigin="2329,757" coordsize="7373,301" path="m2386,757l2353,758,2336,764,2330,781,2329,813,2329,1001,2330,1034,2336,1050,2353,1057,2385,1058,9646,1058,9678,1057,9695,1051,9701,1034,9702,1001,9702,813,9679,758,2386,757e" filled="t" fillcolor="#FFFFFF" stroked="f">
                <v:path arrowok="t"/>
                <v:fill/>
              </v:shape>
            </v:group>
            <v:group style="position:absolute;left:2329;top:1095;width:7373;height:301" coordorigin="2329,1095" coordsize="7373,301">
              <v:shape style="position:absolute;left:2329;top:1095;width:7373;height:301" coordorigin="2329,1095" coordsize="7373,301" path="m2386,1095l2353,1096,2336,1102,2330,1119,2329,1151,2329,1339,2330,1372,2336,1389,2353,1395,2385,1396,9646,1396,9678,1395,9695,1389,9701,1372,9702,1339,9702,1151,9679,1096,2386,1095e" filled="t" fillcolor="#FFFFFF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An: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Cc: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Bcc: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Betre</w:t>
      </w:r>
      <w:r>
        <w:rPr>
          <w:rFonts w:ascii="Arial" w:hAnsi="Arial" w:cs="Arial" w:eastAsia="Arial"/>
          <w:sz w:val="25"/>
          <w:szCs w:val="25"/>
          <w:color w:val="231F20"/>
          <w:spacing w:val="-4"/>
          <w:w w:val="100"/>
        </w:rPr>
        <w:t>f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f: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90" w:after="0" w:line="240" w:lineRule="auto"/>
        <w:ind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/>
        <w:br w:type="column"/>
      </w:r>
      <w:hyperlink r:id="rId5">
        <w:r>
          <w:rPr>
            <w:rFonts w:ascii="Arial" w:hAnsi="Arial" w:cs="Arial" w:eastAsia="Arial"/>
            <w:sz w:val="25"/>
            <w:szCs w:val="25"/>
            <w:color w:val="231F20"/>
            <w:spacing w:val="0"/>
            <w:w w:val="100"/>
          </w:rPr>
          <w:t>Anette_Bernauer@</w:t>
        </w:r>
        <w:r>
          <w:rPr>
            <w:rFonts w:ascii="Arial" w:hAnsi="Arial" w:cs="Arial" w:eastAsia="Arial"/>
            <w:sz w:val="25"/>
            <w:szCs w:val="25"/>
            <w:color w:val="231F20"/>
            <w:spacing w:val="-10"/>
            <w:w w:val="100"/>
          </w:rPr>
          <w:t>T</w:t>
        </w:r>
        <w:r>
          <w:rPr>
            <w:rFonts w:ascii="Arial" w:hAnsi="Arial" w:cs="Arial" w:eastAsia="Arial"/>
            <w:sz w:val="25"/>
            <w:szCs w:val="25"/>
            <w:color w:val="231F20"/>
            <w:spacing w:val="0"/>
            <w:w w:val="100"/>
          </w:rPr>
          <w:t>rachtenhaus-Bernaue</w:t>
        </w:r>
        <w:r>
          <w:rPr>
            <w:rFonts w:ascii="Arial" w:hAnsi="Arial" w:cs="Arial" w:eastAsia="Arial"/>
            <w:sz w:val="25"/>
            <w:szCs w:val="25"/>
            <w:color w:val="231F20"/>
            <w:spacing w:val="-14"/>
            <w:w w:val="100"/>
          </w:rPr>
          <w:t>r</w:t>
        </w:r>
        <w:r>
          <w:rPr>
            <w:rFonts w:ascii="Arial" w:hAnsi="Arial" w:cs="Arial" w:eastAsia="Arial"/>
            <w:sz w:val="25"/>
            <w:szCs w:val="25"/>
            <w:color w:val="231F20"/>
            <w:spacing w:val="0"/>
            <w:w w:val="100"/>
          </w:rPr>
          <w:t>.net</w:t>
        </w:r>
        <w:r>
          <w:rPr>
            <w:rFonts w:ascii="Arial" w:hAnsi="Arial" w:cs="Arial" w:eastAsia="Arial"/>
            <w:sz w:val="25"/>
            <w:szCs w:val="25"/>
            <w:color w:val="000000"/>
            <w:spacing w:val="0"/>
            <w:w w:val="100"/>
          </w:rPr>
        </w:r>
      </w:hyperlink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67" w:lineRule="exact"/>
        <w:ind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-4"/>
          <w:w w:val="100"/>
          <w:position w:val="-1"/>
        </w:rPr>
        <w:t>V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ielen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Dank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und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eine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Bitte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20" w:h="16840"/>
          <w:pgMar w:top="920" w:bottom="280" w:left="1280" w:right="1680"/>
          <w:cols w:num="2" w:equalWidth="0">
            <w:col w:w="922" w:space="226"/>
            <w:col w:w="7812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pict>
          <v:group style="position:absolute;margin-left:0pt;margin-top:.000015pt;width:595.275pt;height:841.89pt;mso-position-horizontal-relative:page;mso-position-vertical-relative:page;z-index:-55" coordorigin="0,0" coordsize="11906,16838">
            <v:shape style="position:absolute;left:0;top:0;width:11906;height:16838" coordorigin="0,0" coordsize="11906,16838" path="m0,16838l11906,16838,11906,0,0,0,0,16838e" filled="t" fillcolor="#DCDDDE" stroked="f">
              <v:path arrowok="t"/>
              <v:fill/>
            </v:shape>
          </v:group>
          <w10:wrap type="none"/>
        </w:pict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43" w:after="0" w:line="240" w:lineRule="auto"/>
        <w:ind w:left="141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Sehr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geehrte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Frau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Bernaue</w:t>
      </w:r>
      <w:r>
        <w:rPr>
          <w:rFonts w:ascii="Arial" w:hAnsi="Arial" w:cs="Arial" w:eastAsia="Arial"/>
          <w:sz w:val="25"/>
          <w:szCs w:val="25"/>
          <w:color w:val="231F20"/>
          <w:spacing w:val="-14"/>
          <w:w w:val="100"/>
        </w:rPr>
        <w:t>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,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91" w:lineRule="auto"/>
        <w:ind w:left="141" w:right="948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haben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vielen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Dank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für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freundlichen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Empfang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und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das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konstruktive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-14"/>
          <w:w w:val="100"/>
        </w:rPr>
        <w:t>V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orstellungsgespräch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Ihrem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Münchner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Stammhaus.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-9"/>
          <w:w w:val="100"/>
        </w:rPr>
        <w:t>W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Ihre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letzte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Bemerkung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angeht,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solle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Ihnen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„spitzfindigen“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Fragen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nicht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übel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nehmen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–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das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habe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zu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keiner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Zeit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getan.</w:t>
      </w:r>
      <w:r>
        <w:rPr>
          <w:rFonts w:ascii="Arial" w:hAnsi="Arial" w:cs="Arial" w:eastAsia="Arial"/>
          <w:sz w:val="25"/>
          <w:szCs w:val="25"/>
          <w:color w:val="231F20"/>
          <w:spacing w:val="-14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Als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Personaler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weiß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dass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man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nur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dann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wirklich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guten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Kandidaten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findet,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wenn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man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eine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oder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andere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kritische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Frage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stellt.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91" w:lineRule="auto"/>
        <w:ind w:left="141" w:right="907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-9"/>
          <w:w w:val="100"/>
        </w:rPr>
        <w:t>W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meinen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Eindruck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angeht: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Ihr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Haus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passt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auch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bei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näherem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Kennenlernen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das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Bild,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das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auf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Ihrer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-4"/>
          <w:w w:val="100"/>
        </w:rPr>
        <w:t>W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ebsite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und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Presse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vermitteln: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grundsolide,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traditionellen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Unternehmerethik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verpflichtet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und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im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Umgang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mit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Mitarbeitern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manchmal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hart,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aber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immer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fai</w:t>
      </w:r>
      <w:r>
        <w:rPr>
          <w:rFonts w:ascii="Arial" w:hAnsi="Arial" w:cs="Arial" w:eastAsia="Arial"/>
          <w:sz w:val="25"/>
          <w:szCs w:val="25"/>
          <w:color w:val="231F20"/>
          <w:spacing w:val="-14"/>
          <w:w w:val="100"/>
        </w:rPr>
        <w:t>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.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Mein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-4"/>
          <w:w w:val="100"/>
        </w:rPr>
        <w:t>W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unsch,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bei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Ihnen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als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Personalleiter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zu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arbeiten,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hat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durch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unser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Gespräch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noch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verstärkt.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ho</w:t>
      </w:r>
      <w:r>
        <w:rPr>
          <w:rFonts w:ascii="Arial" w:hAnsi="Arial" w:cs="Arial" w:eastAsia="Arial"/>
          <w:sz w:val="25"/>
          <w:szCs w:val="25"/>
          <w:color w:val="231F20"/>
          <w:spacing w:val="-5"/>
          <w:w w:val="100"/>
        </w:rPr>
        <w:t>f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fe,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dass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auch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einen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guten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Eindruck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von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mir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haben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und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für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entscheiden.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91" w:lineRule="auto"/>
        <w:ind w:left="141" w:right="925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Eine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Bitte: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Mir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liegt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ein</w:t>
      </w:r>
      <w:r>
        <w:rPr>
          <w:rFonts w:ascii="Arial" w:hAnsi="Arial" w:cs="Arial" w:eastAsia="Arial"/>
          <w:sz w:val="25"/>
          <w:szCs w:val="25"/>
          <w:color w:val="231F20"/>
          <w:spacing w:val="-14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Angebot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für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eine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Personalleiterstelle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Nürnberg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vo</w:t>
      </w:r>
      <w:r>
        <w:rPr>
          <w:rFonts w:ascii="Arial" w:hAnsi="Arial" w:cs="Arial" w:eastAsia="Arial"/>
          <w:sz w:val="25"/>
          <w:szCs w:val="25"/>
          <w:color w:val="231F20"/>
          <w:spacing w:val="-14"/>
          <w:w w:val="100"/>
        </w:rPr>
        <w:t>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.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Bis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Ende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dieser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-4"/>
          <w:w w:val="100"/>
        </w:rPr>
        <w:t>W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oche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muss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dort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zu-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oder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absagen.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will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nicht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unter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Druck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setzen,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bin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Ihnen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aber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dankba</w:t>
      </w:r>
      <w:r>
        <w:rPr>
          <w:rFonts w:ascii="Arial" w:hAnsi="Arial" w:cs="Arial" w:eastAsia="Arial"/>
          <w:sz w:val="25"/>
          <w:szCs w:val="25"/>
          <w:color w:val="231F20"/>
          <w:spacing w:val="-14"/>
          <w:w w:val="100"/>
        </w:rPr>
        <w:t>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wenn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291" w:lineRule="auto"/>
        <w:ind w:left="141" w:right="990"/>
        <w:jc w:val="both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informieren,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sobald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Ihre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Entscheidung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gefällt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haben.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Das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-9"/>
          <w:w w:val="100"/>
        </w:rPr>
        <w:t>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rachtenhaus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Bernauer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ist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mein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Favorit.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Stelle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bei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Ihnen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ziehe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jedem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anderen</w:t>
      </w:r>
      <w:r>
        <w:rPr>
          <w:rFonts w:ascii="Arial" w:hAnsi="Arial" w:cs="Arial" w:eastAsia="Arial"/>
          <w:sz w:val="25"/>
          <w:szCs w:val="25"/>
          <w:color w:val="231F20"/>
          <w:spacing w:val="-14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Angebot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vo</w:t>
      </w:r>
      <w:r>
        <w:rPr>
          <w:rFonts w:ascii="Arial" w:hAnsi="Arial" w:cs="Arial" w:eastAsia="Arial"/>
          <w:sz w:val="25"/>
          <w:szCs w:val="25"/>
          <w:color w:val="231F20"/>
          <w:spacing w:val="-14"/>
          <w:w w:val="100"/>
        </w:rPr>
        <w:t>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.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41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Mit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freundlichen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Grüßen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41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Hans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Lehmann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58" w:after="0" w:line="291" w:lineRule="auto"/>
        <w:ind w:left="141" w:right="3272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Lindenallee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3,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20100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Hamburg,</w:t>
      </w:r>
      <w:r>
        <w:rPr>
          <w:rFonts w:ascii="Arial" w:hAnsi="Arial" w:cs="Arial" w:eastAsia="Arial"/>
          <w:sz w:val="25"/>
          <w:szCs w:val="25"/>
          <w:color w:val="231F20"/>
          <w:spacing w:val="-4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-28"/>
          <w:w w:val="100"/>
        </w:rPr>
        <w:t>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el.: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040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123456,</w:t>
      </w:r>
      <w:hyperlink r:id="rId6">
        <w:r>
          <w:rPr>
            <w:rFonts w:ascii="Arial" w:hAnsi="Arial" w:cs="Arial" w:eastAsia="Arial"/>
            <w:sz w:val="25"/>
            <w:szCs w:val="25"/>
            <w:color w:val="231F20"/>
            <w:spacing w:val="0"/>
            <w:w w:val="100"/>
          </w:rPr>
          <w:t> </w:t>
        </w:r>
        <w:r>
          <w:rPr>
            <w:rFonts w:ascii="Arial" w:hAnsi="Arial" w:cs="Arial" w:eastAsia="Arial"/>
            <w:sz w:val="25"/>
            <w:szCs w:val="25"/>
            <w:color w:val="231F20"/>
            <w:spacing w:val="0"/>
            <w:w w:val="100"/>
          </w:rPr>
          <w:t>E-Mail:</w:t>
        </w:r>
        <w:r>
          <w:rPr>
            <w:rFonts w:ascii="Arial" w:hAnsi="Arial" w:cs="Arial" w:eastAsia="Arial"/>
            <w:sz w:val="25"/>
            <w:szCs w:val="25"/>
            <w:color w:val="231F20"/>
            <w:spacing w:val="0"/>
            <w:w w:val="100"/>
          </w:rPr>
          <w:t> </w:t>
        </w:r>
        <w:r>
          <w:rPr>
            <w:rFonts w:ascii="Arial" w:hAnsi="Arial" w:cs="Arial" w:eastAsia="Arial"/>
            <w:sz w:val="25"/>
            <w:szCs w:val="25"/>
            <w:color w:val="231F20"/>
            <w:spacing w:val="0"/>
            <w:w w:val="100"/>
          </w:rPr>
          <w:t>lehmann@net.com</w:t>
        </w:r>
        <w:r>
          <w:rPr>
            <w:rFonts w:ascii="Arial" w:hAnsi="Arial" w:cs="Arial" w:eastAsia="Arial"/>
            <w:sz w:val="25"/>
            <w:szCs w:val="25"/>
            <w:color w:val="000000"/>
            <w:spacing w:val="0"/>
            <w:w w:val="100"/>
          </w:rPr>
        </w:r>
      </w:hyperlink>
    </w:p>
    <w:sectPr>
      <w:type w:val="continuous"/>
      <w:pgSz w:w="11920" w:h="16840"/>
      <w:pgMar w:top="920" w:bottom="280" w:left="12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auto"/>
    <w:pitch w:val="default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Anette_Bernauer@Trachtenhaus-Bernauer.net" TargetMode="External"/><Relationship Id="rId6" Type="http://schemas.openxmlformats.org/officeDocument/2006/relationships/hyperlink" Target="mailto:lehmann@net.com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2016-02-17T10:51:05Z</dcterms:created>
  <dcterms:modified xsi:type="dcterms:W3CDTF">2016-02-17T10:51:05Z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2016-02-16T00:00:00Z</vt:filetime>
  </property>
  <property fmtid="{D5CDD505-2E9C-101B-9397-08002B2CF9AE}" pid="3" name="LastSaved">
    <vt:filetime>2016-02-17T00:00:00Z</vt:filetime>
  </property>
</Properties>
</file>